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2CAEEC8" w:rsidR="00CC7E12" w:rsidRPr="00FF2BC7" w:rsidRDefault="00CC7E12" w:rsidP="00FF2BC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77AB4" w:rsidRPr="00D77AB4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Kowiesy, Głuchów, Nowy Kawęczyn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D77AB4" w:rsidRPr="00D77AB4">
        <w:rPr>
          <w:rFonts w:cstheme="minorHAnsi"/>
          <w:b/>
        </w:rPr>
        <w:t>POST/DYS/OLD/GZ/00196/2026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80426FD" w:rsidR="00347E8D" w:rsidRPr="006B2C28" w:rsidRDefault="00D77AB4" w:rsidP="00FF2BC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77AB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POST/DYS/OLD/GZ/00196/2026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0F2DBF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82AB6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77AB4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POST/DYS/OLD/GZ/00196/2026                        </dmsv2SWPP2ObjectNumber>
    <dmsv2SWPP2SumMD5 xmlns="http://schemas.microsoft.com/sharepoint/v3">ed1c8d43561c809a60175d0996445a99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JEUP5JKVCYQC-1398355148-7350</_dlc_DocId>
    <_dlc_DocIdUrl xmlns="a19cb1c7-c5c7-46d4-85ae-d83685407bba">
      <Url>https://swpp2.dms.gkpge.pl/sites/41/_layouts/15/DocIdRedir.aspx?ID=JEUP5JKVCYQC-1398355148-7350</Url>
      <Description>JEUP5JKVCYQC-1398355148-7350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F8417E-CA9A-49E3-A2A0-429B7F9B1F55}"/>
</file>

<file path=customXml/itemProps5.xml><?xml version="1.0" encoding="utf-8"?>
<ds:datastoreItem xmlns:ds="http://schemas.openxmlformats.org/officeDocument/2006/customXml" ds:itemID="{B7BCEBFF-E907-45CF-96EE-96A51E155EE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3</cp:revision>
  <cp:lastPrinted>2024-07-15T11:21:00Z</cp:lastPrinted>
  <dcterms:created xsi:type="dcterms:W3CDTF">2025-11-25T08:22:00Z</dcterms:created>
  <dcterms:modified xsi:type="dcterms:W3CDTF">2026-01-23T11:12:00Z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d4edb82c-9ddb-4daa-93b2-5c2ea46ec478</vt:lpwstr>
  </property>
</Properties>
</file>